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B89" w:rsidRDefault="00031B89"/>
    <w:tbl>
      <w:tblPr>
        <w:tblpPr w:leftFromText="180" w:rightFromText="180" w:vertAnchor="text" w:horzAnchor="margin" w:tblpY="-734"/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1"/>
        <w:gridCol w:w="4931"/>
      </w:tblGrid>
      <w:tr w:rsidR="00031B89" w:rsidRPr="00C263D2" w:rsidTr="00C263D2">
        <w:trPr>
          <w:trHeight w:val="1167"/>
        </w:trPr>
        <w:tc>
          <w:tcPr>
            <w:tcW w:w="4931" w:type="dxa"/>
          </w:tcPr>
          <w:p w:rsidR="00031B89" w:rsidRPr="00C263D2" w:rsidRDefault="00031B89" w:rsidP="00C263D2">
            <w:pPr>
              <w:jc w:val="center"/>
            </w:pPr>
          </w:p>
          <w:p w:rsidR="00031B89" w:rsidRPr="00C263D2" w:rsidRDefault="00031B89" w:rsidP="00C263D2">
            <w:pPr>
              <w:jc w:val="center"/>
            </w:pPr>
            <w:r w:rsidRPr="00C263D2">
              <w:t>Deposits</w:t>
            </w:r>
          </w:p>
          <w:p w:rsidR="00031B89" w:rsidRPr="00C263D2" w:rsidRDefault="00031B89" w:rsidP="00C263D2">
            <w:pPr>
              <w:jc w:val="center"/>
            </w:pPr>
            <w:r w:rsidRPr="00C263D2">
              <w:t>(What I Learned)</w:t>
            </w:r>
          </w:p>
        </w:tc>
        <w:tc>
          <w:tcPr>
            <w:tcW w:w="4931" w:type="dxa"/>
          </w:tcPr>
          <w:p w:rsidR="00031B89" w:rsidRPr="00C263D2" w:rsidRDefault="00031B89" w:rsidP="00C263D2">
            <w:pPr>
              <w:tabs>
                <w:tab w:val="left" w:pos="1845"/>
                <w:tab w:val="center" w:pos="2357"/>
              </w:tabs>
              <w:jc w:val="left"/>
            </w:pPr>
          </w:p>
          <w:p w:rsidR="00031B89" w:rsidRPr="00C263D2" w:rsidRDefault="00031B89" w:rsidP="00C263D2">
            <w:pPr>
              <w:jc w:val="center"/>
            </w:pPr>
            <w:r w:rsidRPr="00C263D2">
              <w:t>Dividends</w:t>
            </w:r>
          </w:p>
          <w:p w:rsidR="00031B89" w:rsidRPr="00C263D2" w:rsidRDefault="00031B89" w:rsidP="00C263D2">
            <w:pPr>
              <w:jc w:val="center"/>
            </w:pPr>
            <w:r w:rsidRPr="00C263D2">
              <w:t>(How I Use what I learned in my Life)</w:t>
            </w:r>
          </w:p>
        </w:tc>
      </w:tr>
      <w:tr w:rsidR="00031B89" w:rsidRPr="00C263D2" w:rsidTr="00C263D2">
        <w:trPr>
          <w:trHeight w:val="8099"/>
        </w:trPr>
        <w:tc>
          <w:tcPr>
            <w:tcW w:w="4931" w:type="dxa"/>
          </w:tcPr>
          <w:p w:rsidR="00031B89" w:rsidRPr="00C263D2" w:rsidRDefault="00031B89" w:rsidP="00C263D2">
            <w:pPr>
              <w:jc w:val="center"/>
            </w:pPr>
          </w:p>
          <w:p w:rsidR="00031B89" w:rsidRPr="00C263D2" w:rsidRDefault="00031B89" w:rsidP="00B44B8F">
            <w:pPr>
              <w:pStyle w:val="ListParagraph"/>
              <w:ind w:left="360"/>
            </w:pPr>
            <w:r>
              <w:t>I learned the difference of educational technology and technology in education. I also learned about the importance and value technology.</w:t>
            </w:r>
          </w:p>
        </w:tc>
        <w:tc>
          <w:tcPr>
            <w:tcW w:w="4931" w:type="dxa"/>
          </w:tcPr>
          <w:p w:rsidR="00031B89" w:rsidRDefault="00031B89" w:rsidP="00C263D2">
            <w:pPr>
              <w:jc w:val="center"/>
            </w:pPr>
          </w:p>
          <w:p w:rsidR="00031B89" w:rsidRPr="00C263D2" w:rsidRDefault="00031B89" w:rsidP="00B44B8F">
            <w:r>
              <w:t>Technology will help me and my students in the future by making things easier for me. I can enhance my presentations even more and make it easier for my students to understand the lessons.</w:t>
            </w:r>
          </w:p>
          <w:p w:rsidR="00031B89" w:rsidRPr="00C263D2" w:rsidRDefault="00031B89" w:rsidP="00B44B8F">
            <w:pPr>
              <w:tabs>
                <w:tab w:val="left" w:pos="1425"/>
              </w:tabs>
            </w:pPr>
          </w:p>
        </w:tc>
      </w:tr>
    </w:tbl>
    <w:p w:rsidR="00031B89" w:rsidRDefault="00031B89"/>
    <w:p w:rsidR="00031B89" w:rsidRPr="00E10225" w:rsidRDefault="00031B89" w:rsidP="00E10225"/>
    <w:p w:rsidR="00031B89" w:rsidRPr="00E10225" w:rsidRDefault="00031B89" w:rsidP="00E10225"/>
    <w:p w:rsidR="00031B89" w:rsidRPr="00E10225" w:rsidRDefault="00031B89" w:rsidP="00E10225"/>
    <w:p w:rsidR="00031B89" w:rsidRPr="00E10225" w:rsidRDefault="00031B89" w:rsidP="00E10225"/>
    <w:p w:rsidR="00031B89" w:rsidRDefault="00031B89" w:rsidP="00E10225"/>
    <w:p w:rsidR="00031B89" w:rsidRPr="00E10225" w:rsidRDefault="00031B89" w:rsidP="00E10225">
      <w:pPr>
        <w:jc w:val="center"/>
      </w:pPr>
    </w:p>
    <w:sectPr w:rsidR="00031B89" w:rsidRPr="00E10225" w:rsidSect="00206F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00C23"/>
    <w:multiLevelType w:val="hybridMultilevel"/>
    <w:tmpl w:val="9BFCB18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440D77"/>
    <w:multiLevelType w:val="hybridMultilevel"/>
    <w:tmpl w:val="86A253D2"/>
    <w:lvl w:ilvl="0" w:tplc="3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0225"/>
    <w:rsid w:val="00031B89"/>
    <w:rsid w:val="0006238B"/>
    <w:rsid w:val="00206FD0"/>
    <w:rsid w:val="003729FC"/>
    <w:rsid w:val="00795489"/>
    <w:rsid w:val="00B44B8F"/>
    <w:rsid w:val="00B91D03"/>
    <w:rsid w:val="00BA6AF2"/>
    <w:rsid w:val="00C263D2"/>
    <w:rsid w:val="00C323A5"/>
    <w:rsid w:val="00E10225"/>
    <w:rsid w:val="00F07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FD0"/>
    <w:pPr>
      <w:jc w:val="both"/>
    </w:pPr>
    <w:rPr>
      <w:lang w:val="en-PH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1022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102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62</Words>
  <Characters>354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Deposits</dc:title>
  <dc:subject/>
  <dc:creator>ella</dc:creator>
  <cp:keywords/>
  <dc:description/>
  <cp:lastModifiedBy>Student</cp:lastModifiedBy>
  <cp:revision>2</cp:revision>
  <dcterms:created xsi:type="dcterms:W3CDTF">2012-07-12T00:33:00Z</dcterms:created>
  <dcterms:modified xsi:type="dcterms:W3CDTF">2012-07-12T00:33:00Z</dcterms:modified>
</cp:coreProperties>
</file>